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23E" w:rsidRDefault="00117300">
      <w:pPr>
        <w:rPr>
          <w:sz w:val="72"/>
          <w:szCs w:val="72"/>
        </w:rPr>
      </w:pPr>
      <w:r>
        <w:tab/>
      </w:r>
      <w:r>
        <w:rPr>
          <w:sz w:val="72"/>
          <w:szCs w:val="72"/>
        </w:rPr>
        <w:t>Neolithic Era G.E.T. Captions</w:t>
      </w:r>
    </w:p>
    <w:p w:rsidR="001068AB" w:rsidRDefault="001068AB">
      <w:pPr>
        <w:rPr>
          <w:sz w:val="52"/>
          <w:szCs w:val="52"/>
        </w:rPr>
      </w:pPr>
      <w:r>
        <w:rPr>
          <w:sz w:val="72"/>
          <w:szCs w:val="72"/>
        </w:rPr>
        <w:tab/>
      </w:r>
      <w:r>
        <w:rPr>
          <w:sz w:val="72"/>
          <w:szCs w:val="72"/>
        </w:rPr>
        <w:tab/>
      </w:r>
      <w:r w:rsidRPr="001068AB">
        <w:rPr>
          <w:sz w:val="52"/>
          <w:szCs w:val="52"/>
        </w:rPr>
        <w:t>Neolithic</w:t>
      </w:r>
      <w:r>
        <w:rPr>
          <w:sz w:val="52"/>
          <w:szCs w:val="52"/>
        </w:rPr>
        <w:t xml:space="preserve"> Caption 1- Fertile Crescent-</w:t>
      </w:r>
    </w:p>
    <w:p w:rsidR="001068AB" w:rsidRDefault="001068AB">
      <w:pPr>
        <w:rPr>
          <w:sz w:val="32"/>
          <w:szCs w:val="32"/>
        </w:rPr>
      </w:pPr>
      <w:r>
        <w:rPr>
          <w:sz w:val="52"/>
          <w:szCs w:val="52"/>
        </w:rPr>
        <w:tab/>
      </w:r>
      <w:r>
        <w:rPr>
          <w:sz w:val="32"/>
          <w:szCs w:val="32"/>
        </w:rPr>
        <w:t xml:space="preserve"> The Fertile Crescent i</w:t>
      </w:r>
      <w:r w:rsidR="00A95B61">
        <w:rPr>
          <w:sz w:val="32"/>
          <w:szCs w:val="32"/>
        </w:rPr>
        <w:t xml:space="preserve">s a region in the upper- </w:t>
      </w:r>
      <w:proofErr w:type="gramStart"/>
      <w:r w:rsidR="00A95B61">
        <w:rPr>
          <w:sz w:val="32"/>
          <w:szCs w:val="32"/>
        </w:rPr>
        <w:t>middl</w:t>
      </w:r>
      <w:r>
        <w:rPr>
          <w:sz w:val="32"/>
          <w:szCs w:val="32"/>
        </w:rPr>
        <w:t>e</w:t>
      </w:r>
      <w:r w:rsidR="00A95B61">
        <w:rPr>
          <w:sz w:val="32"/>
          <w:szCs w:val="32"/>
        </w:rPr>
        <w:t xml:space="preserve"> e</w:t>
      </w:r>
      <w:r>
        <w:rPr>
          <w:sz w:val="32"/>
          <w:szCs w:val="32"/>
        </w:rPr>
        <w:t>ast</w:t>
      </w:r>
      <w:proofErr w:type="gramEnd"/>
      <w:r>
        <w:rPr>
          <w:sz w:val="32"/>
          <w:szCs w:val="32"/>
        </w:rPr>
        <w:t>. Thousands of years ago it was a fertile farm land. It had large forests, and had rolling plains and hills.</w:t>
      </w:r>
      <w:r w:rsidR="003845AE">
        <w:rPr>
          <w:sz w:val="32"/>
          <w:szCs w:val="32"/>
        </w:rPr>
        <w:t xml:space="preserve"> It is hot and dry in the spring and summer, causing many droughts. The former hunter- gatherers now began to settle in this region. They cultivated and domesticated crops and animals. Some of the animals they domesticated for eating and using as pack animals were; cattle, goats, pigs, and sheep. Some of the crops they cultivated were</w:t>
      </w:r>
      <w:r w:rsidR="00A95B61">
        <w:rPr>
          <w:sz w:val="32"/>
          <w:szCs w:val="32"/>
        </w:rPr>
        <w:t>; pomegranates, lettuce, onions, wheat, barley, grapes, melons, beans, apples, and dates. The Neolithic famers used many tools to help them start farming. The farmers that lived along rivers used irrigation canals and levees</w:t>
      </w:r>
      <w:r w:rsidR="00C406C1">
        <w:rPr>
          <w:sz w:val="32"/>
          <w:szCs w:val="32"/>
        </w:rPr>
        <w:t xml:space="preserve"> to instantly water their crops. The famers also used plows to dig holes in the ground to plant the seeds. They needed the domesticated animals to pull the plows. Once the famers got all of their grain, there was still some left over. They gathered these extra grains and usually put them in a store. Those extra supplies were called surpluses. Farmers had surpluses, so that even in a famine, they would never run out of food. The </w:t>
      </w:r>
      <w:proofErr w:type="gramStart"/>
      <w:r w:rsidR="00C406C1">
        <w:rPr>
          <w:sz w:val="32"/>
          <w:szCs w:val="32"/>
        </w:rPr>
        <w:t>fertile crescent</w:t>
      </w:r>
      <w:proofErr w:type="gramEnd"/>
      <w:r w:rsidR="00C406C1">
        <w:rPr>
          <w:sz w:val="32"/>
          <w:szCs w:val="32"/>
        </w:rPr>
        <w:t>, was really the birthplace of modern civilization and agriculture.</w:t>
      </w:r>
    </w:p>
    <w:p w:rsidR="00C406C1" w:rsidRDefault="00C406C1">
      <w:pPr>
        <w:rPr>
          <w:sz w:val="32"/>
          <w:szCs w:val="32"/>
        </w:rPr>
      </w:pPr>
    </w:p>
    <w:p w:rsidR="00C406C1" w:rsidRDefault="00C406C1" w:rsidP="00287AF5">
      <w:pPr>
        <w:rPr>
          <w:sz w:val="32"/>
          <w:szCs w:val="32"/>
        </w:rPr>
      </w:pPr>
      <w:r>
        <w:rPr>
          <w:sz w:val="52"/>
          <w:szCs w:val="52"/>
        </w:rPr>
        <w:t>Neolithi</w:t>
      </w:r>
      <w:r w:rsidR="00287AF5">
        <w:rPr>
          <w:sz w:val="52"/>
          <w:szCs w:val="52"/>
        </w:rPr>
        <w:t xml:space="preserve">c Era Caption 2- Jericho Israel </w:t>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tab/>
      </w:r>
      <w:r w:rsidR="00287AF5">
        <w:rPr>
          <w:sz w:val="52"/>
          <w:szCs w:val="52"/>
        </w:rPr>
        <w:lastRenderedPageBreak/>
        <w:tab/>
      </w:r>
      <w:r>
        <w:rPr>
          <w:sz w:val="32"/>
          <w:szCs w:val="32"/>
        </w:rPr>
        <w:t>Jericho is an about 10,000 year old oasis along the Jordan River in Israel. It is an oasis with dry and hot summers, and wet and mild winters. The main food that the people of Jericho cultivated and ate was wheat and barley.</w:t>
      </w:r>
      <w:r w:rsidR="00287AF5">
        <w:rPr>
          <w:sz w:val="32"/>
          <w:szCs w:val="32"/>
        </w:rPr>
        <w:t xml:space="preserve"> The people also domesticated livestock. Some tools they used were sickles. They used these sickles to rip the wheat and barley out of the ground to put in their surpluses. The people of Jericho built a walled city for all of them to live in, and for them to stare and protect their grain. They had houses inside the city. Houses and cities were a new invention for many people. The protected grain became a target for outside invaders. </w:t>
      </w:r>
      <w:r w:rsidR="00C72817">
        <w:rPr>
          <w:sz w:val="32"/>
          <w:szCs w:val="32"/>
        </w:rPr>
        <w:t xml:space="preserve">This started war. This was the first thing that man fought over. </w:t>
      </w:r>
      <w:proofErr w:type="gramStart"/>
      <w:r w:rsidR="00C72817">
        <w:rPr>
          <w:sz w:val="32"/>
          <w:szCs w:val="32"/>
        </w:rPr>
        <w:t>Grain surpluses.</w:t>
      </w:r>
      <w:proofErr w:type="gramEnd"/>
      <w:r w:rsidR="00C72817">
        <w:rPr>
          <w:sz w:val="32"/>
          <w:szCs w:val="32"/>
        </w:rPr>
        <w:t xml:space="preserve"> This was the start of the idea of war. </w:t>
      </w:r>
      <w:r w:rsidR="0001591D">
        <w:rPr>
          <w:sz w:val="32"/>
          <w:szCs w:val="32"/>
        </w:rPr>
        <w:t>Jericho is a good example of a Fertile C</w:t>
      </w:r>
      <w:r w:rsidR="00C72817">
        <w:rPr>
          <w:sz w:val="32"/>
          <w:szCs w:val="32"/>
        </w:rPr>
        <w:t>rescent agricultural settlement.</w:t>
      </w:r>
    </w:p>
    <w:p w:rsidR="007B1D6B" w:rsidRDefault="007B1D6B" w:rsidP="00287AF5">
      <w:pPr>
        <w:rPr>
          <w:sz w:val="32"/>
          <w:szCs w:val="32"/>
        </w:rPr>
      </w:pPr>
    </w:p>
    <w:p w:rsidR="007B1D6B" w:rsidRDefault="007B1D6B" w:rsidP="00287AF5">
      <w:pPr>
        <w:rPr>
          <w:sz w:val="52"/>
          <w:szCs w:val="52"/>
        </w:rPr>
      </w:pPr>
      <w:r>
        <w:rPr>
          <w:sz w:val="52"/>
          <w:szCs w:val="52"/>
        </w:rPr>
        <w:t xml:space="preserve">Neolithic Caption 3- </w:t>
      </w:r>
      <w:proofErr w:type="spellStart"/>
      <w:r>
        <w:rPr>
          <w:sz w:val="52"/>
          <w:szCs w:val="52"/>
        </w:rPr>
        <w:t>Karacadag</w:t>
      </w:r>
      <w:proofErr w:type="spellEnd"/>
      <w:r>
        <w:rPr>
          <w:sz w:val="52"/>
          <w:szCs w:val="52"/>
        </w:rPr>
        <w:t xml:space="preserve"> Mountains</w:t>
      </w:r>
    </w:p>
    <w:p w:rsidR="007B1D6B" w:rsidRPr="007B1D6B" w:rsidRDefault="007B1D6B" w:rsidP="00287AF5">
      <w:pPr>
        <w:rPr>
          <w:sz w:val="32"/>
          <w:szCs w:val="32"/>
        </w:rPr>
      </w:pPr>
      <w:r>
        <w:rPr>
          <w:sz w:val="52"/>
          <w:szCs w:val="52"/>
        </w:rPr>
        <w:tab/>
      </w:r>
      <w:r>
        <w:rPr>
          <w:sz w:val="32"/>
          <w:szCs w:val="32"/>
        </w:rPr>
        <w:t xml:space="preserve">The </w:t>
      </w:r>
      <w:proofErr w:type="spellStart"/>
      <w:r>
        <w:rPr>
          <w:sz w:val="32"/>
          <w:szCs w:val="32"/>
        </w:rPr>
        <w:t>Karacadag</w:t>
      </w:r>
      <w:proofErr w:type="spellEnd"/>
      <w:r>
        <w:rPr>
          <w:sz w:val="32"/>
          <w:szCs w:val="32"/>
        </w:rPr>
        <w:t xml:space="preserve"> Mountains are located in southeast </w:t>
      </w:r>
      <w:proofErr w:type="gramStart"/>
      <w:r>
        <w:rPr>
          <w:sz w:val="32"/>
          <w:szCs w:val="32"/>
        </w:rPr>
        <w:t>Turkey,</w:t>
      </w:r>
      <w:proofErr w:type="gramEnd"/>
      <w:r>
        <w:rPr>
          <w:sz w:val="32"/>
          <w:szCs w:val="32"/>
        </w:rPr>
        <w:t xml:space="preserve"> they are at the northern tip of the fertile crescent.</w:t>
      </w:r>
      <w:r w:rsidR="0001591D">
        <w:rPr>
          <w:sz w:val="32"/>
          <w:szCs w:val="32"/>
        </w:rPr>
        <w:t xml:space="preserve"> It is a mountain landscape. According to the NY </w:t>
      </w:r>
      <w:proofErr w:type="gramStart"/>
      <w:r w:rsidR="0001591D">
        <w:rPr>
          <w:sz w:val="32"/>
          <w:szCs w:val="32"/>
        </w:rPr>
        <w:t>times</w:t>
      </w:r>
      <w:proofErr w:type="gramEnd"/>
      <w:r w:rsidR="0001591D">
        <w:rPr>
          <w:sz w:val="32"/>
          <w:szCs w:val="32"/>
        </w:rPr>
        <w:t xml:space="preserve"> article, about 11,000 years ago the humans there may have been the first people to domesticate and cultivate wheat and barley. According to Anthropologists, this is where cultivation of wheat and barley started. The early farmers of the mountain’s main crop were wheat. They domesticated and cultivated wheat. Domestication was the main idea/invention of the advances of the Neolithic Era. This site shows clearly how early Neolithic people used that idea to make their lives easier.</w:t>
      </w:r>
      <w:bookmarkStart w:id="0" w:name="_GoBack"/>
      <w:bookmarkEnd w:id="0"/>
    </w:p>
    <w:sectPr w:rsidR="007B1D6B" w:rsidRPr="007B1D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300"/>
    <w:rsid w:val="0001591D"/>
    <w:rsid w:val="001068AB"/>
    <w:rsid w:val="00117300"/>
    <w:rsid w:val="001A4638"/>
    <w:rsid w:val="00287AF5"/>
    <w:rsid w:val="002B523E"/>
    <w:rsid w:val="003845AE"/>
    <w:rsid w:val="007B1D6B"/>
    <w:rsid w:val="00A95B61"/>
    <w:rsid w:val="00B8215D"/>
    <w:rsid w:val="00C406C1"/>
    <w:rsid w:val="00C72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312520B9.dotm</Template>
  <TotalTime>48</TotalTime>
  <Pages>2</Pages>
  <Words>435</Words>
  <Characters>2483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6</cp:revision>
  <dcterms:created xsi:type="dcterms:W3CDTF">2011-12-15T19:40:00Z</dcterms:created>
  <dcterms:modified xsi:type="dcterms:W3CDTF">2011-12-19T19:32:00Z</dcterms:modified>
</cp:coreProperties>
</file>